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EE5" w:rsidRDefault="00FE431B" w:rsidP="00FE431B">
      <w:pPr>
        <w:pStyle w:val="berschrift1"/>
      </w:pPr>
      <w:r>
        <w:t>Entfallene Funktionen ABC-Einsatz-</w:t>
      </w:r>
      <w:bookmarkStart w:id="0" w:name="_GoBack"/>
      <w:bookmarkEnd w:id="0"/>
    </w:p>
    <w:p w:rsidR="00FE431B" w:rsidRDefault="00FE431B" w:rsidP="00FE431B"/>
    <w:p w:rsidR="00FE431B" w:rsidRDefault="00FE431B" w:rsidP="00FE431B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555"/>
        <w:gridCol w:w="3557"/>
        <w:gridCol w:w="3557"/>
        <w:gridCol w:w="3558"/>
      </w:tblGrid>
      <w:tr w:rsidR="00FE431B" w:rsidRPr="00FE431B" w:rsidTr="00FF4F37">
        <w:tc>
          <w:tcPr>
            <w:tcW w:w="356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Teilnehmer</w:t>
            </w:r>
          </w:p>
        </w:tc>
        <w:tc>
          <w:tcPr>
            <w:tcW w:w="3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color w:val="FF6600"/>
                <w:sz w:val="28"/>
                <w:szCs w:val="28"/>
              </w:rPr>
            </w:pPr>
            <w:r w:rsidRPr="00FE431B">
              <w:rPr>
                <w:color w:val="FF6600"/>
                <w:sz w:val="28"/>
                <w:szCs w:val="28"/>
              </w:rPr>
              <w:t>ABC</w:t>
            </w:r>
          </w:p>
        </w:tc>
        <w:tc>
          <w:tcPr>
            <w:tcW w:w="3569" w:type="dxa"/>
            <w:tcBorders>
              <w:top w:val="single" w:sz="24" w:space="0" w:color="auto"/>
              <w:bottom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color w:val="008000"/>
                <w:sz w:val="28"/>
                <w:szCs w:val="28"/>
              </w:rPr>
            </w:pPr>
            <w:proofErr w:type="spellStart"/>
            <w:r w:rsidRPr="00FE431B">
              <w:rPr>
                <w:color w:val="008000"/>
                <w:sz w:val="28"/>
                <w:szCs w:val="28"/>
              </w:rPr>
              <w:t>Dekon</w:t>
            </w:r>
            <w:proofErr w:type="spellEnd"/>
          </w:p>
        </w:tc>
        <w:tc>
          <w:tcPr>
            <w:tcW w:w="3570" w:type="dxa"/>
            <w:tcBorders>
              <w:top w:val="single" w:sz="24" w:space="0" w:color="auto"/>
              <w:bottom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color w:val="0000FF"/>
                <w:sz w:val="28"/>
                <w:szCs w:val="28"/>
              </w:rPr>
            </w:pPr>
            <w:r w:rsidRPr="00FE431B">
              <w:rPr>
                <w:color w:val="0000FF"/>
                <w:sz w:val="28"/>
                <w:szCs w:val="28"/>
              </w:rPr>
              <w:t>Ortsfeuerwehr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569" w:type="dxa"/>
            <w:tcBorders>
              <w:top w:val="single" w:sz="24" w:space="0" w:color="auto"/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69" w:type="dxa"/>
            <w:tcBorders>
              <w:top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tcBorders>
              <w:top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Melder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Schlauchtrupp-Mann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Schlauchtrupp-Führer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Melder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Schlauchtrupp-Mann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Schlauchtrupp-Führer</w:t>
            </w: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Schlauchtrupp-Mann</w:t>
            </w: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Wassertrupp-Mann</w:t>
            </w: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Wassertrupp-Mann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Angriffstrupp-Mann</w:t>
            </w: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FE431B" w:rsidRPr="00FE431B" w:rsidTr="00FF4F37">
        <w:tc>
          <w:tcPr>
            <w:tcW w:w="3569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69" w:type="dxa"/>
            <w:tcBorders>
              <w:left w:val="single" w:sz="24" w:space="0" w:color="auto"/>
            </w:tcBorders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69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70" w:type="dxa"/>
          </w:tcPr>
          <w:p w:rsidR="00FE431B" w:rsidRPr="00FE431B" w:rsidRDefault="00FE431B" w:rsidP="00FE431B">
            <w:pPr>
              <w:jc w:val="center"/>
              <w:rPr>
                <w:sz w:val="28"/>
                <w:szCs w:val="28"/>
                <w:highlight w:val="yellow"/>
              </w:rPr>
            </w:pPr>
            <w:r w:rsidRPr="00FE431B">
              <w:rPr>
                <w:sz w:val="28"/>
                <w:szCs w:val="28"/>
                <w:highlight w:val="yellow"/>
              </w:rPr>
              <w:t>Wassertrupp-Mann</w:t>
            </w:r>
          </w:p>
        </w:tc>
      </w:tr>
    </w:tbl>
    <w:p w:rsidR="00FE431B" w:rsidRDefault="00FE431B" w:rsidP="00FE431B"/>
    <w:p w:rsidR="00FE431B" w:rsidRDefault="00FE431B" w:rsidP="00FE431B"/>
    <w:p w:rsidR="00FE431B" w:rsidRPr="00FE431B" w:rsidRDefault="00FE431B" w:rsidP="00FE431B">
      <w:pPr>
        <w:jc w:val="center"/>
      </w:pPr>
      <w:r w:rsidRPr="00FE431B">
        <w:rPr>
          <w:highlight w:val="yellow"/>
        </w:rPr>
        <w:t>entfallene Funktionen</w:t>
      </w:r>
    </w:p>
    <w:sectPr w:rsidR="00FE431B" w:rsidRPr="00FE431B" w:rsidSect="00FE431B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31B" w:rsidRDefault="00FE431B" w:rsidP="00FE431B">
      <w:pPr>
        <w:spacing w:after="0" w:line="240" w:lineRule="auto"/>
      </w:pPr>
      <w:r>
        <w:separator/>
      </w:r>
    </w:p>
  </w:endnote>
  <w:endnote w:type="continuationSeparator" w:id="0">
    <w:p w:rsidR="00FE431B" w:rsidRDefault="00FE431B" w:rsidP="00FE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1B" w:rsidRDefault="00FE431B">
    <w:pPr>
      <w:pStyle w:val="Fuzeile"/>
    </w:pPr>
    <w:r>
      <w:t>Carsten Schur</w:t>
    </w:r>
    <w:r>
      <w:ptab w:relativeTo="margin" w:alignment="center" w:leader="none"/>
    </w:r>
    <w:r>
      <w:t>Seite 1 von 1</w:t>
    </w:r>
    <w:r>
      <w:ptab w:relativeTo="margin" w:alignment="right" w:leader="none"/>
    </w:r>
    <w:r w:rsidR="00FF4F37">
      <w:t>14. August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31B" w:rsidRDefault="00FE431B" w:rsidP="00FE431B">
      <w:pPr>
        <w:spacing w:after="0" w:line="240" w:lineRule="auto"/>
      </w:pPr>
      <w:r>
        <w:separator/>
      </w:r>
    </w:p>
  </w:footnote>
  <w:footnote w:type="continuationSeparator" w:id="0">
    <w:p w:rsidR="00FE431B" w:rsidRDefault="00FE431B" w:rsidP="00FE4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1B"/>
    <w:rsid w:val="005A0EE5"/>
    <w:rsid w:val="00D42E06"/>
    <w:rsid w:val="00FE431B"/>
    <w:rsid w:val="00FF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A08E1-6FAF-4EC7-A65B-305D09BA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43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E43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FE4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E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431B"/>
  </w:style>
  <w:style w:type="paragraph" w:styleId="Fuzeile">
    <w:name w:val="footer"/>
    <w:basedOn w:val="Standard"/>
    <w:link w:val="FuzeileZchn"/>
    <w:uiPriority w:val="99"/>
    <w:unhideWhenUsed/>
    <w:rsid w:val="00FE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4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B467A19E.dotm</Template>
  <TotalTime>0</TotalTime>
  <Pages>1</Pages>
  <Words>48</Words>
  <Characters>308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2015-08-19T10:12:00Z</dcterms:created>
  <dcterms:modified xsi:type="dcterms:W3CDTF">2017-03-26T09:45:00Z</dcterms:modified>
</cp:coreProperties>
</file>